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7F4F39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4478E7">
        <w:rPr>
          <w:b/>
          <w:lang w:val="en-GB"/>
        </w:rPr>
        <w:t xml:space="preserve"> 27-G023-23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4A7EEAB" w14:textId="6F6C3733" w:rsidR="00C44890" w:rsidRDefault="00C44890" w:rsidP="0007353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02491AB1" w14:textId="16387CB1" w:rsidR="00426479" w:rsidRDefault="002D5725" w:rsidP="00675DB9">
      <w:pPr>
        <w:jc w:val="both"/>
        <w:rPr>
          <w:lang w:val="en-GB"/>
        </w:rPr>
      </w:pPr>
      <w:r>
        <w:rPr>
          <w:lang w:val="en-GB"/>
        </w:rPr>
        <w:t xml:space="preserve">The main objective of this procurement is to assist MISE HQ with the need of transportation </w:t>
      </w:r>
      <w:r w:rsidR="00A62D58">
        <w:rPr>
          <w:lang w:val="en-GB"/>
        </w:rPr>
        <w:t>which has been a major issue within MISE</w:t>
      </w:r>
      <w:r w:rsidR="00B20BB6">
        <w:rPr>
          <w:lang w:val="en-GB"/>
        </w:rPr>
        <w:t xml:space="preserve"> </w:t>
      </w:r>
      <w:r w:rsidR="00341B87">
        <w:rPr>
          <w:lang w:val="en-GB"/>
        </w:rPr>
        <w:t xml:space="preserve">mostly for staff on </w:t>
      </w:r>
      <w:proofErr w:type="spellStart"/>
      <w:r w:rsidR="00341B87">
        <w:rPr>
          <w:lang w:val="en-GB"/>
        </w:rPr>
        <w:t>Betio</w:t>
      </w:r>
      <w:proofErr w:type="spellEnd"/>
      <w:r w:rsidR="00341B87">
        <w:rPr>
          <w:lang w:val="en-GB"/>
        </w:rPr>
        <w:t xml:space="preserve"> during </w:t>
      </w:r>
      <w:r w:rsidR="00961F34">
        <w:rPr>
          <w:lang w:val="en-GB"/>
        </w:rPr>
        <w:t>rain</w:t>
      </w:r>
      <w:r w:rsidR="009E3445">
        <w:rPr>
          <w:lang w:val="en-GB"/>
        </w:rPr>
        <w:t>y days</w:t>
      </w:r>
      <w:r w:rsidR="00961F34">
        <w:rPr>
          <w:lang w:val="en-GB"/>
        </w:rPr>
        <w:t xml:space="preserve">. </w:t>
      </w:r>
      <w:r w:rsidR="00A62D58">
        <w:rPr>
          <w:lang w:val="en-GB"/>
        </w:rPr>
        <w:t xml:space="preserve">Currently MISE has only </w:t>
      </w:r>
      <w:r w:rsidR="00A44ACE">
        <w:rPr>
          <w:lang w:val="en-GB"/>
        </w:rPr>
        <w:t xml:space="preserve">1 </w:t>
      </w:r>
      <w:r w:rsidR="00FC65A6">
        <w:rPr>
          <w:lang w:val="en-GB"/>
        </w:rPr>
        <w:t>big bus</w:t>
      </w:r>
      <w:r w:rsidR="000201DC">
        <w:rPr>
          <w:lang w:val="en-GB"/>
        </w:rPr>
        <w:t xml:space="preserve"> vehicle </w:t>
      </w:r>
      <w:r w:rsidR="00FC65A6">
        <w:rPr>
          <w:lang w:val="en-GB"/>
        </w:rPr>
        <w:t xml:space="preserve">which </w:t>
      </w:r>
      <w:r w:rsidR="00BC37A3">
        <w:rPr>
          <w:lang w:val="en-GB"/>
        </w:rPr>
        <w:t>can only accommodate</w:t>
      </w:r>
      <w:r w:rsidR="00475C75">
        <w:rPr>
          <w:lang w:val="en-GB"/>
        </w:rPr>
        <w:t xml:space="preserve"> picking up staff from </w:t>
      </w:r>
      <w:proofErr w:type="spellStart"/>
      <w:r w:rsidR="00475C75">
        <w:rPr>
          <w:lang w:val="en-GB"/>
        </w:rPr>
        <w:t>Buo</w:t>
      </w:r>
      <w:r w:rsidR="00426479">
        <w:rPr>
          <w:lang w:val="en-GB"/>
        </w:rPr>
        <w:t>ta</w:t>
      </w:r>
      <w:proofErr w:type="spellEnd"/>
      <w:r w:rsidR="00B25950">
        <w:rPr>
          <w:lang w:val="en-GB"/>
        </w:rPr>
        <w:t xml:space="preserve">-Bairiki </w:t>
      </w:r>
      <w:r w:rsidR="006125AD">
        <w:rPr>
          <w:lang w:val="en-GB"/>
        </w:rPr>
        <w:t xml:space="preserve">to the office </w:t>
      </w:r>
      <w:r w:rsidR="00B25950">
        <w:rPr>
          <w:lang w:val="en-GB"/>
        </w:rPr>
        <w:t>and to drop them</w:t>
      </w:r>
      <w:r w:rsidR="002C2446">
        <w:rPr>
          <w:lang w:val="en-GB"/>
        </w:rPr>
        <w:t xml:space="preserve"> after work. </w:t>
      </w:r>
      <w:r w:rsidR="00F220C7">
        <w:rPr>
          <w:lang w:val="en-GB"/>
        </w:rPr>
        <w:t xml:space="preserve">But for </w:t>
      </w:r>
      <w:proofErr w:type="spellStart"/>
      <w:r w:rsidR="0092654E">
        <w:rPr>
          <w:lang w:val="en-GB"/>
        </w:rPr>
        <w:t>Betio</w:t>
      </w:r>
      <w:proofErr w:type="spellEnd"/>
      <w:r w:rsidR="0092654E">
        <w:rPr>
          <w:lang w:val="en-GB"/>
        </w:rPr>
        <w:t xml:space="preserve"> staff </w:t>
      </w:r>
      <w:r w:rsidR="00F220C7">
        <w:rPr>
          <w:lang w:val="en-GB"/>
        </w:rPr>
        <w:t xml:space="preserve">they </w:t>
      </w:r>
      <w:r w:rsidR="0092654E">
        <w:rPr>
          <w:lang w:val="en-GB"/>
        </w:rPr>
        <w:t>usually picked up</w:t>
      </w:r>
      <w:r w:rsidR="00C546DC">
        <w:rPr>
          <w:lang w:val="en-GB"/>
        </w:rPr>
        <w:t xml:space="preserve"> from their home and dropped </w:t>
      </w:r>
      <w:r w:rsidR="00F220C7">
        <w:rPr>
          <w:lang w:val="en-GB"/>
        </w:rPr>
        <w:t xml:space="preserve">off </w:t>
      </w:r>
      <w:r w:rsidR="00C546DC">
        <w:rPr>
          <w:lang w:val="en-GB"/>
        </w:rPr>
        <w:t xml:space="preserve">at </w:t>
      </w:r>
      <w:r w:rsidR="006125AD">
        <w:rPr>
          <w:lang w:val="en-GB"/>
        </w:rPr>
        <w:t>o</w:t>
      </w:r>
      <w:r w:rsidR="00C546DC">
        <w:rPr>
          <w:lang w:val="en-GB"/>
        </w:rPr>
        <w:t xml:space="preserve">ffice or </w:t>
      </w:r>
      <w:proofErr w:type="spellStart"/>
      <w:r w:rsidR="00C546DC">
        <w:rPr>
          <w:lang w:val="en-GB"/>
        </w:rPr>
        <w:t>vise</w:t>
      </w:r>
      <w:proofErr w:type="spellEnd"/>
      <w:r w:rsidR="00C546DC">
        <w:rPr>
          <w:lang w:val="en-GB"/>
        </w:rPr>
        <w:t xml:space="preserve"> versa with </w:t>
      </w:r>
      <w:r w:rsidR="00EF3507">
        <w:rPr>
          <w:lang w:val="en-GB"/>
        </w:rPr>
        <w:t>MISE’s double cab</w:t>
      </w:r>
      <w:r w:rsidR="00B71367">
        <w:rPr>
          <w:lang w:val="en-GB"/>
        </w:rPr>
        <w:t xml:space="preserve"> which can only accommodate 3 passengers plus driver (4 in total)</w:t>
      </w:r>
      <w:r w:rsidR="0089151A">
        <w:rPr>
          <w:lang w:val="en-GB"/>
        </w:rPr>
        <w:t xml:space="preserve">. </w:t>
      </w:r>
      <w:proofErr w:type="spellStart"/>
      <w:r w:rsidR="0089151A">
        <w:rPr>
          <w:lang w:val="en-GB"/>
        </w:rPr>
        <w:t>Betio</w:t>
      </w:r>
      <w:proofErr w:type="spellEnd"/>
      <w:r w:rsidR="0089151A">
        <w:rPr>
          <w:lang w:val="en-GB"/>
        </w:rPr>
        <w:t xml:space="preserve"> staff is more than 4 and during r</w:t>
      </w:r>
      <w:r w:rsidR="00AF56E6">
        <w:rPr>
          <w:lang w:val="en-GB"/>
        </w:rPr>
        <w:t>ainy days</w:t>
      </w:r>
      <w:r w:rsidR="0089151A">
        <w:rPr>
          <w:lang w:val="en-GB"/>
        </w:rPr>
        <w:t xml:space="preserve"> </w:t>
      </w:r>
      <w:r w:rsidR="006125AD">
        <w:rPr>
          <w:lang w:val="en-GB"/>
        </w:rPr>
        <w:t xml:space="preserve">a </w:t>
      </w:r>
      <w:r w:rsidR="0089151A">
        <w:rPr>
          <w:lang w:val="en-GB"/>
        </w:rPr>
        <w:t xml:space="preserve">double cab seems </w:t>
      </w:r>
      <w:r w:rsidR="00CE3CD8">
        <w:rPr>
          <w:lang w:val="en-GB"/>
        </w:rPr>
        <w:t xml:space="preserve">inconvenient and </w:t>
      </w:r>
      <w:proofErr w:type="spellStart"/>
      <w:r w:rsidR="00CE3CD8">
        <w:rPr>
          <w:lang w:val="en-GB"/>
        </w:rPr>
        <w:t>unconfortable</w:t>
      </w:r>
      <w:proofErr w:type="spellEnd"/>
      <w:r w:rsidR="0089151A">
        <w:rPr>
          <w:lang w:val="en-GB"/>
        </w:rPr>
        <w:t xml:space="preserve"> for staff hence a more well sheltered with more seated vehicle (mini</w:t>
      </w:r>
      <w:r w:rsidR="006125AD">
        <w:rPr>
          <w:lang w:val="en-GB"/>
        </w:rPr>
        <w:t>-</w:t>
      </w:r>
      <w:r w:rsidR="0089151A">
        <w:rPr>
          <w:lang w:val="en-GB"/>
        </w:rPr>
        <w:t>van</w:t>
      </w:r>
      <w:r w:rsidR="006125AD">
        <w:rPr>
          <w:lang w:val="en-GB"/>
        </w:rPr>
        <w:t xml:space="preserve"> </w:t>
      </w:r>
      <w:r w:rsidR="001F5C6D">
        <w:rPr>
          <w:lang w:val="en-GB"/>
        </w:rPr>
        <w:t>preferred</w:t>
      </w:r>
      <w:r w:rsidR="0089151A">
        <w:rPr>
          <w:lang w:val="en-GB"/>
        </w:rPr>
        <w:t xml:space="preserve">) can resolve this and hence a purpose of this procurement. </w:t>
      </w:r>
    </w:p>
    <w:p w14:paraId="43E86466" w14:textId="3EB37A3B" w:rsidR="00637173" w:rsidRDefault="00637173" w:rsidP="00675DB9">
      <w:pPr>
        <w:jc w:val="both"/>
        <w:rPr>
          <w:lang w:val="en-GB"/>
        </w:rPr>
      </w:pPr>
      <w:r>
        <w:rPr>
          <w:lang w:val="en-GB"/>
        </w:rPr>
        <w:t xml:space="preserve">Further to this, MFED Building and Furnishing Division (BFD) </w:t>
      </w:r>
      <w:r w:rsidR="00016D11">
        <w:rPr>
          <w:lang w:val="en-GB"/>
        </w:rPr>
        <w:t xml:space="preserve">also need a </w:t>
      </w:r>
      <w:proofErr w:type="gramStart"/>
      <w:r w:rsidR="00016D11">
        <w:rPr>
          <w:lang w:val="en-GB"/>
        </w:rPr>
        <w:t>4 ton</w:t>
      </w:r>
      <w:proofErr w:type="gramEnd"/>
      <w:r w:rsidR="00016D11">
        <w:rPr>
          <w:lang w:val="en-GB"/>
        </w:rPr>
        <w:t xml:space="preserve"> truck for transporting its materials/constructions tools and </w:t>
      </w:r>
      <w:r w:rsidR="00787EE7">
        <w:rPr>
          <w:lang w:val="en-GB"/>
        </w:rPr>
        <w:t>equipment to constructio</w:t>
      </w:r>
      <w:r w:rsidR="00F31E2F">
        <w:rPr>
          <w:lang w:val="en-GB"/>
        </w:rPr>
        <w:t>n site.</w:t>
      </w:r>
    </w:p>
    <w:p w14:paraId="7B19B727" w14:textId="0357FA40" w:rsidR="00C44890" w:rsidRPr="002F180A" w:rsidRDefault="002A4740" w:rsidP="002F180A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  <w:bookmarkStart w:id="6" w:name="_Toc308102003"/>
    </w:p>
    <w:p w14:paraId="63B9B8A8" w14:textId="38DFEEB8" w:rsidR="002A4740" w:rsidRPr="002F180A" w:rsidRDefault="002B79DB" w:rsidP="002F180A">
      <w:pPr>
        <w:rPr>
          <w:lang w:val="en-GB"/>
        </w:rPr>
      </w:pPr>
      <w:r w:rsidRPr="002F180A">
        <w:rPr>
          <w:lang w:val="en-GB"/>
        </w:rPr>
        <w:t>Pictur</w:t>
      </w:r>
      <w:r w:rsidR="00AE1CED" w:rsidRPr="002F180A">
        <w:rPr>
          <w:lang w:val="en-GB"/>
        </w:rPr>
        <w:t xml:space="preserve">e of vehicle </w:t>
      </w:r>
      <w:r w:rsidRPr="002F180A">
        <w:rPr>
          <w:lang w:val="en-GB"/>
        </w:rPr>
        <w:t xml:space="preserve">and manual to be provided when </w:t>
      </w:r>
      <w:r w:rsidR="006125AD" w:rsidRPr="002F180A">
        <w:rPr>
          <w:lang w:val="en-GB"/>
        </w:rPr>
        <w:t>possible.</w:t>
      </w:r>
    </w:p>
    <w:p w14:paraId="70CE63BA" w14:textId="05D108D0" w:rsidR="002D2091" w:rsidRPr="002F180A" w:rsidRDefault="002D2091" w:rsidP="002F180A">
      <w:pPr>
        <w:rPr>
          <w:lang w:val="en-GB"/>
        </w:rPr>
      </w:pPr>
      <w:r w:rsidRPr="002F180A">
        <w:rPr>
          <w:lang w:val="en-GB"/>
        </w:rPr>
        <w:t>Brand and model of the vehicle.</w:t>
      </w:r>
    </w:p>
    <w:p w14:paraId="0225E1AA" w14:textId="48144247" w:rsidR="002B79DB" w:rsidRDefault="002C40D8" w:rsidP="00C44890">
      <w:pPr>
        <w:rPr>
          <w:lang w:val="en-GB"/>
        </w:rPr>
      </w:pPr>
      <w:r>
        <w:rPr>
          <w:lang w:val="en-GB"/>
        </w:rPr>
        <w:t xml:space="preserve">Valid </w:t>
      </w:r>
      <w:r w:rsidR="00D94464">
        <w:rPr>
          <w:lang w:val="en-GB"/>
        </w:rPr>
        <w:t>Business Licens</w:t>
      </w:r>
      <w:r w:rsidR="002B79DB">
        <w:rPr>
          <w:lang w:val="en-GB"/>
        </w:rPr>
        <w:t>e</w:t>
      </w:r>
      <w:r>
        <w:rPr>
          <w:lang w:val="en-GB"/>
        </w:rPr>
        <w:t xml:space="preserve"> (from Council)</w:t>
      </w:r>
    </w:p>
    <w:p w14:paraId="0F6BC88B" w14:textId="1BE91E84" w:rsidR="002B79DB" w:rsidRDefault="002C40D8" w:rsidP="00C44890">
      <w:pPr>
        <w:rPr>
          <w:lang w:val="en-GB"/>
        </w:rPr>
      </w:pPr>
      <w:r>
        <w:rPr>
          <w:lang w:val="en-GB"/>
        </w:rPr>
        <w:t xml:space="preserve">Valid </w:t>
      </w:r>
      <w:r w:rsidR="002B79DB">
        <w:rPr>
          <w:lang w:val="en-GB"/>
        </w:rPr>
        <w:t xml:space="preserve">Business registration </w:t>
      </w:r>
      <w:r>
        <w:rPr>
          <w:lang w:val="en-GB"/>
        </w:rPr>
        <w:t>(from MTCIC with recent certification)</w:t>
      </w:r>
    </w:p>
    <w:p w14:paraId="21718D8F" w14:textId="2E21C6DD" w:rsidR="001F3BEC" w:rsidRDefault="001F3BEC" w:rsidP="00C44890">
      <w:pPr>
        <w:rPr>
          <w:lang w:val="en-GB"/>
        </w:rPr>
      </w:pPr>
      <w:r>
        <w:rPr>
          <w:lang w:val="en-GB"/>
        </w:rPr>
        <w:t>Reference</w:t>
      </w:r>
      <w:r w:rsidR="00FB0571">
        <w:rPr>
          <w:lang w:val="en-GB"/>
        </w:rPr>
        <w:t>s</w:t>
      </w:r>
      <w:r>
        <w:rPr>
          <w:lang w:val="en-GB"/>
        </w:rPr>
        <w:t xml:space="preserve"> </w:t>
      </w:r>
      <w:r w:rsidR="005B4F3E">
        <w:rPr>
          <w:lang w:val="en-GB"/>
        </w:rPr>
        <w:t>(at least 3</w:t>
      </w:r>
      <w:r w:rsidR="00FB0571">
        <w:rPr>
          <w:lang w:val="en-GB"/>
        </w:rPr>
        <w:t>)</w:t>
      </w:r>
    </w:p>
    <w:p w14:paraId="01C53486" w14:textId="30D6AF41" w:rsidR="00D94464" w:rsidRDefault="00D94464" w:rsidP="00C44890">
      <w:pPr>
        <w:rPr>
          <w:lang w:val="en-GB"/>
        </w:rPr>
      </w:pPr>
      <w:r>
        <w:rPr>
          <w:lang w:val="en-GB"/>
        </w:rPr>
        <w:t>Quotation</w:t>
      </w:r>
      <w:r w:rsidR="002C40D8">
        <w:rPr>
          <w:lang w:val="en-GB"/>
        </w:rPr>
        <w:t xml:space="preserve"> (to include all local charges, including VAT)</w:t>
      </w:r>
    </w:p>
    <w:p w14:paraId="20638F40" w14:textId="79E13436" w:rsidR="00F06B25" w:rsidRDefault="00F06B25" w:rsidP="00C44890">
      <w:pPr>
        <w:rPr>
          <w:lang w:val="en-GB"/>
        </w:rPr>
      </w:pPr>
      <w:r>
        <w:rPr>
          <w:lang w:val="en-GB"/>
        </w:rPr>
        <w:t>Delivery schedule</w:t>
      </w:r>
    </w:p>
    <w:p w14:paraId="126FB28F" w14:textId="17E58B4D" w:rsidR="001F5C6D" w:rsidRDefault="001F5C6D" w:rsidP="00C44890">
      <w:pPr>
        <w:rPr>
          <w:lang w:val="en-GB"/>
        </w:rPr>
      </w:pPr>
      <w:r w:rsidRPr="00F31E2F">
        <w:rPr>
          <w:lang w:val="en-GB"/>
        </w:rPr>
        <w:t>Year of manufacture to be not earlier than 2022.</w:t>
      </w:r>
    </w:p>
    <w:p w14:paraId="6500DD60" w14:textId="70FF6FC4" w:rsidR="002C40D8" w:rsidRDefault="002C40D8" w:rsidP="00C44890">
      <w:pPr>
        <w:rPr>
          <w:lang w:val="en-GB"/>
        </w:rPr>
      </w:pPr>
      <w:r>
        <w:rPr>
          <w:lang w:val="en-GB"/>
        </w:rPr>
        <w:t>Spare parts (including spare key)</w:t>
      </w:r>
    </w:p>
    <w:p w14:paraId="35C192D7" w14:textId="3868DA13" w:rsidR="002C40D8" w:rsidRDefault="002C40D8" w:rsidP="00C44890">
      <w:pPr>
        <w:rPr>
          <w:lang w:val="en-GB"/>
        </w:rPr>
      </w:pPr>
      <w:r>
        <w:rPr>
          <w:lang w:val="en-GB"/>
        </w:rPr>
        <w:t>Prepared repair set kits (</w:t>
      </w:r>
      <w:r w:rsidR="001F5C6D">
        <w:rPr>
          <w:lang w:val="en-GB"/>
        </w:rPr>
        <w:t>j</w:t>
      </w:r>
      <w:r>
        <w:rPr>
          <w:lang w:val="en-GB"/>
        </w:rPr>
        <w:t>ac</w:t>
      </w:r>
      <w:r w:rsidR="001F5C6D">
        <w:rPr>
          <w:lang w:val="en-GB"/>
        </w:rPr>
        <w:t xml:space="preserve">k, spanner </w:t>
      </w:r>
      <w:r>
        <w:rPr>
          <w:lang w:val="en-GB"/>
        </w:rPr>
        <w:t>and spare tire, etc)</w:t>
      </w:r>
    </w:p>
    <w:p w14:paraId="364D68E8" w14:textId="4A8D5CAA" w:rsidR="002C40D8" w:rsidRDefault="002C40D8" w:rsidP="00C44890">
      <w:pPr>
        <w:rPr>
          <w:lang w:val="en-GB"/>
        </w:rPr>
      </w:pPr>
      <w:r>
        <w:rPr>
          <w:lang w:val="en-GB"/>
        </w:rPr>
        <w:t>Mileage of the vehicle</w:t>
      </w:r>
      <w:r w:rsidR="002D7D91">
        <w:rPr>
          <w:lang w:val="en-GB"/>
        </w:rPr>
        <w:t xml:space="preserve"> (to be lowest)</w:t>
      </w:r>
    </w:p>
    <w:p w14:paraId="25BFD90C" w14:textId="04C2D920" w:rsidR="002C40D8" w:rsidRDefault="002C40D8" w:rsidP="00C44890">
      <w:pPr>
        <w:rPr>
          <w:lang w:val="en-GB"/>
        </w:rPr>
      </w:pPr>
      <w:r>
        <w:rPr>
          <w:lang w:val="en-GB"/>
        </w:rPr>
        <w:t xml:space="preserve">Service arrangements (first servicing to vehicle after receiving them to be provided free from the supplier). If </w:t>
      </w:r>
      <w:r w:rsidR="002D6D50">
        <w:rPr>
          <w:lang w:val="en-GB"/>
        </w:rPr>
        <w:t>not,</w:t>
      </w:r>
      <w:r>
        <w:rPr>
          <w:lang w:val="en-GB"/>
        </w:rPr>
        <w:t xml:space="preserve"> then the services charge should be detailed out.</w:t>
      </w:r>
    </w:p>
    <w:p w14:paraId="7EE4BA2A" w14:textId="3F04258D" w:rsidR="00950C86" w:rsidRPr="00492684" w:rsidRDefault="00950C86" w:rsidP="00C44890">
      <w:pPr>
        <w:rPr>
          <w:lang w:val="en-GB"/>
        </w:rPr>
      </w:pPr>
      <w:r>
        <w:rPr>
          <w:lang w:val="en-GB"/>
        </w:rPr>
        <w:t>Warranty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5775E22A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 xml:space="preserve">&lt;insert </w:t>
      </w:r>
      <w:r w:rsidR="002A4740" w:rsidRPr="00492684">
        <w:rPr>
          <w:highlight w:val="yellow"/>
          <w:lang w:val="en-GB"/>
        </w:rPr>
        <w:t>related services</w:t>
      </w:r>
      <w:r w:rsidRPr="00492684">
        <w:rPr>
          <w:highlight w:val="yellow"/>
          <w:lang w:val="en-GB"/>
        </w:rPr>
        <w:t>&gt;</w:t>
      </w:r>
    </w:p>
    <w:p w14:paraId="1FAB4B7A" w14:textId="700C5936" w:rsidR="00C44890" w:rsidRDefault="00C44890" w:rsidP="002B79DB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49A47C32" w14:textId="54DC8BB5" w:rsidR="00950C86" w:rsidRPr="00492684" w:rsidRDefault="002B79DB" w:rsidP="00C44890">
      <w:pPr>
        <w:rPr>
          <w:lang w:val="en-GB"/>
        </w:rPr>
      </w:pPr>
      <w:r>
        <w:rPr>
          <w:lang w:val="en-GB"/>
        </w:rPr>
        <w:t>At the earliest and shortest time possible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lastRenderedPageBreak/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070"/>
        <w:gridCol w:w="1633"/>
        <w:gridCol w:w="1417"/>
      </w:tblGrid>
      <w:tr w:rsidR="002A4740" w:rsidRPr="00492684" w14:paraId="7BA20976" w14:textId="59B94A2B" w:rsidTr="002D7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060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633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D7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200295E" w14:textId="137B9AAE" w:rsidR="002A4740" w:rsidRPr="001F5C6D" w:rsidRDefault="002C40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1F5C6D">
              <w:rPr>
                <w:lang w:val="it-IT"/>
              </w:rPr>
              <w:t>Mini Van</w:t>
            </w:r>
            <w:r w:rsidR="002D7D91" w:rsidRPr="001F5C6D">
              <w:rPr>
                <w:lang w:val="it-IT"/>
              </w:rPr>
              <w:t xml:space="preserve"> (Toyota</w:t>
            </w:r>
            <w:r w:rsidR="00227849" w:rsidRPr="001F5C6D">
              <w:rPr>
                <w:lang w:val="it-IT"/>
              </w:rPr>
              <w:t xml:space="preserve"> or </w:t>
            </w:r>
            <w:r w:rsidR="004725FE" w:rsidRPr="001F5C6D">
              <w:rPr>
                <w:lang w:val="it-IT"/>
              </w:rPr>
              <w:t>Nissan</w:t>
            </w:r>
            <w:r w:rsidR="002D7D91" w:rsidRPr="001F5C6D">
              <w:rPr>
                <w:lang w:val="it-IT"/>
              </w:rPr>
              <w:t>)</w:t>
            </w:r>
          </w:p>
          <w:p w14:paraId="4D9CF932" w14:textId="63B223A5" w:rsidR="002C40D8" w:rsidRPr="00F31E2F" w:rsidRDefault="002C40D8" w:rsidP="002D7D91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2D7D91">
              <w:rPr>
                <w:sz w:val="24"/>
                <w:szCs w:val="24"/>
                <w:lang w:val="en-GB"/>
              </w:rPr>
              <w:t xml:space="preserve">Can accommodate </w:t>
            </w:r>
            <w:r w:rsidR="002D7D91" w:rsidRPr="002D7D91">
              <w:rPr>
                <w:sz w:val="24"/>
                <w:szCs w:val="24"/>
                <w:lang w:val="en-GB"/>
              </w:rPr>
              <w:t xml:space="preserve">at least </w:t>
            </w:r>
            <w:r w:rsidR="002D7D91" w:rsidRPr="00F31E2F">
              <w:rPr>
                <w:sz w:val="24"/>
                <w:szCs w:val="24"/>
                <w:lang w:val="en-GB"/>
              </w:rPr>
              <w:t>10 passengers</w:t>
            </w:r>
          </w:p>
          <w:p w14:paraId="4243B5E2" w14:textId="2B9BCF3F" w:rsidR="00116464" w:rsidRPr="00F31E2F" w:rsidRDefault="00116464" w:rsidP="002D7D91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F31E2F">
              <w:rPr>
                <w:sz w:val="24"/>
                <w:szCs w:val="24"/>
                <w:lang w:val="en-GB"/>
              </w:rPr>
              <w:t xml:space="preserve">Latest model preferable </w:t>
            </w:r>
            <w:r w:rsidR="0083626C" w:rsidRPr="00F31E2F">
              <w:rPr>
                <w:sz w:val="24"/>
                <w:szCs w:val="24"/>
                <w:lang w:val="en-GB"/>
              </w:rPr>
              <w:t>with at least 6 months warranty</w:t>
            </w:r>
            <w:r w:rsidR="00FF5DE5" w:rsidRPr="00F31E2F">
              <w:rPr>
                <w:sz w:val="24"/>
                <w:szCs w:val="24"/>
                <w:lang w:val="en-GB"/>
              </w:rPr>
              <w:t xml:space="preserve"> with provided mechanical repair tools, necessary parts, spare tire, operational manual book, and recent photos of the vehicle</w:t>
            </w:r>
            <w:r w:rsidR="002C40D8" w:rsidRPr="00F31E2F">
              <w:rPr>
                <w:sz w:val="24"/>
                <w:szCs w:val="24"/>
                <w:lang w:val="en-GB"/>
              </w:rPr>
              <w:t xml:space="preserve"> with free service to be provided after 6</w:t>
            </w:r>
            <w:r w:rsidR="001F5C6D" w:rsidRPr="00F31E2F">
              <w:rPr>
                <w:sz w:val="24"/>
                <w:szCs w:val="24"/>
                <w:lang w:val="en-GB"/>
              </w:rPr>
              <w:t xml:space="preserve"> </w:t>
            </w:r>
            <w:r w:rsidR="002C40D8" w:rsidRPr="00F31E2F">
              <w:rPr>
                <w:sz w:val="24"/>
                <w:szCs w:val="24"/>
                <w:lang w:val="en-GB"/>
              </w:rPr>
              <w:t xml:space="preserve">months </w:t>
            </w:r>
            <w:r w:rsidR="001F5C6D" w:rsidRPr="00F31E2F">
              <w:rPr>
                <w:sz w:val="24"/>
                <w:szCs w:val="24"/>
                <w:lang w:val="en-GB"/>
              </w:rPr>
              <w:t>of delivery or on achieving 1,000km</w:t>
            </w:r>
            <w:r w:rsidR="000E529C">
              <w:rPr>
                <w:sz w:val="24"/>
                <w:szCs w:val="24"/>
                <w:lang w:val="en-GB"/>
              </w:rPr>
              <w:t xml:space="preserve"> </w:t>
            </w:r>
            <w:r w:rsidR="001F5C6D" w:rsidRPr="00F31E2F">
              <w:rPr>
                <w:sz w:val="24"/>
                <w:szCs w:val="24"/>
                <w:lang w:val="en-GB"/>
              </w:rPr>
              <w:t>whichever is the earlier</w:t>
            </w:r>
            <w:r w:rsidR="002C40D8" w:rsidRPr="00F31E2F">
              <w:rPr>
                <w:sz w:val="24"/>
                <w:szCs w:val="24"/>
                <w:lang w:val="en-GB"/>
              </w:rPr>
              <w:t>.</w:t>
            </w:r>
          </w:p>
          <w:p w14:paraId="1A32B450" w14:textId="76D6F9AB" w:rsidR="00F65017" w:rsidRPr="00F31E2F" w:rsidRDefault="002D7D91" w:rsidP="005C7DB0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F31E2F">
              <w:rPr>
                <w:sz w:val="24"/>
                <w:szCs w:val="24"/>
                <w:lang w:val="en-GB"/>
              </w:rPr>
              <w:t>Lowest mileage possible</w:t>
            </w:r>
          </w:p>
          <w:p w14:paraId="19C84A27" w14:textId="2D244BB2" w:rsidR="001F5C6D" w:rsidRPr="00F31E2F" w:rsidRDefault="001F5C6D" w:rsidP="005C7DB0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F31E2F">
              <w:rPr>
                <w:sz w:val="24"/>
                <w:szCs w:val="24"/>
                <w:lang w:val="en-GB"/>
              </w:rPr>
              <w:t>Year of manufacture not earlier than 2022</w:t>
            </w:r>
          </w:p>
          <w:p w14:paraId="6A4A0819" w14:textId="7E09520F" w:rsidR="00FF5DE5" w:rsidRPr="00492684" w:rsidRDefault="00FF5DE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60" w:type="dxa"/>
          </w:tcPr>
          <w:p w14:paraId="352597C6" w14:textId="0CB698BA" w:rsidR="002A4740" w:rsidRPr="00492684" w:rsidRDefault="002E15D9" w:rsidP="008362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633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31E2F" w:rsidRPr="00492684" w14:paraId="23EE4F76" w14:textId="77777777" w:rsidTr="002D7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2EDFB88" w14:textId="29237B95" w:rsidR="00F31E2F" w:rsidRPr="00492684" w:rsidRDefault="002F180A" w:rsidP="00C44890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678" w:type="dxa"/>
          </w:tcPr>
          <w:p w14:paraId="213539C8" w14:textId="77777777" w:rsidR="00F31E2F" w:rsidRDefault="00F31E2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>
              <w:rPr>
                <w:lang w:val="it-IT"/>
              </w:rPr>
              <w:t>4 ton truck</w:t>
            </w:r>
          </w:p>
          <w:p w14:paraId="3ED72250" w14:textId="77777777" w:rsidR="00F31E2F" w:rsidRDefault="00833579" w:rsidP="000E529C">
            <w:pPr>
              <w:pStyle w:val="ListParagraph"/>
              <w:numPr>
                <w:ilvl w:val="0"/>
                <w:numId w:val="17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it-IT"/>
              </w:rPr>
            </w:pPr>
            <w:r w:rsidRPr="000E529C">
              <w:rPr>
                <w:sz w:val="24"/>
                <w:szCs w:val="24"/>
                <w:lang w:val="it-IT"/>
              </w:rPr>
              <w:t xml:space="preserve">Latest model preferable with at least 6 months warranty with provided mechanical repair tools, necessary parts, spare tire, operational manual book, and recent </w:t>
            </w:r>
            <w:r w:rsidR="000E529C" w:rsidRPr="000E529C">
              <w:rPr>
                <w:sz w:val="24"/>
                <w:szCs w:val="24"/>
                <w:lang w:val="it-IT"/>
              </w:rPr>
              <w:t>photos of the vehicle with free service to be provided after 6 months of delivery or on achieving 1,000km whichever is the earlier.</w:t>
            </w:r>
          </w:p>
          <w:p w14:paraId="5DD67B52" w14:textId="77777777" w:rsidR="000E529C" w:rsidRDefault="000E529C" w:rsidP="000E529C">
            <w:pPr>
              <w:pStyle w:val="ListParagraph"/>
              <w:numPr>
                <w:ilvl w:val="0"/>
                <w:numId w:val="17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Lowest mileage possible</w:t>
            </w:r>
          </w:p>
          <w:p w14:paraId="6ED75051" w14:textId="55BE3BC4" w:rsidR="000E529C" w:rsidRPr="000E529C" w:rsidRDefault="000E529C" w:rsidP="000E529C">
            <w:pPr>
              <w:pStyle w:val="ListParagraph"/>
              <w:numPr>
                <w:ilvl w:val="0"/>
                <w:numId w:val="17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Year of manufacture not earlier than 2022</w:t>
            </w:r>
          </w:p>
        </w:tc>
        <w:tc>
          <w:tcPr>
            <w:tcW w:w="1060" w:type="dxa"/>
          </w:tcPr>
          <w:p w14:paraId="5531314E" w14:textId="6478C487" w:rsidR="00F31E2F" w:rsidRDefault="002F180A" w:rsidP="008362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633" w:type="dxa"/>
          </w:tcPr>
          <w:p w14:paraId="5B3D5D2B" w14:textId="77777777" w:rsidR="00F31E2F" w:rsidRPr="00492684" w:rsidRDefault="00F31E2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C2C20AC" w14:textId="77777777" w:rsidR="00F31E2F" w:rsidRPr="00492684" w:rsidRDefault="00F31E2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9F74F" w14:textId="77777777" w:rsidR="00C825EB" w:rsidRDefault="00C825EB">
      <w:r>
        <w:separator/>
      </w:r>
    </w:p>
  </w:endnote>
  <w:endnote w:type="continuationSeparator" w:id="0">
    <w:p w14:paraId="1EC38007" w14:textId="77777777" w:rsidR="00C825EB" w:rsidRDefault="00C825EB">
      <w:r>
        <w:continuationSeparator/>
      </w:r>
    </w:p>
  </w:endnote>
  <w:endnote w:type="continuationNotice" w:id="1">
    <w:p w14:paraId="78F8B58D" w14:textId="77777777" w:rsidR="00C825EB" w:rsidRDefault="00C82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3DFDFD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478E7">
      <w:rPr>
        <w:noProof/>
      </w:rPr>
      <w:t>2023-11-27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B85E0" w14:textId="77777777" w:rsidR="00C825EB" w:rsidRDefault="00C825EB">
      <w:r>
        <w:separator/>
      </w:r>
    </w:p>
  </w:footnote>
  <w:footnote w:type="continuationSeparator" w:id="0">
    <w:p w14:paraId="3BF85DC7" w14:textId="77777777" w:rsidR="00C825EB" w:rsidRDefault="00C825EB">
      <w:r>
        <w:continuationSeparator/>
      </w:r>
    </w:p>
  </w:footnote>
  <w:footnote w:type="continuationNotice" w:id="1">
    <w:p w14:paraId="25C43F84" w14:textId="77777777" w:rsidR="00C825EB" w:rsidRDefault="00C825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2F9B941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4478E7">
      <w:rPr>
        <w:rStyle w:val="Strong"/>
        <w:rFonts w:asciiTheme="minorHAnsi" w:hAnsiTheme="minorHAnsi" w:cstheme="minorHAnsi"/>
        <w:lang w:val="en-GB"/>
      </w:rPr>
      <w:t>27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4478E7">
      <w:rPr>
        <w:rStyle w:val="Strong"/>
        <w:rFonts w:asciiTheme="minorHAnsi" w:hAnsiTheme="minorHAnsi" w:cstheme="minorHAnsi"/>
        <w:lang w:val="en-GB"/>
      </w:rPr>
      <w:t>G023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4478E7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E6EBA"/>
    <w:multiLevelType w:val="hybridMultilevel"/>
    <w:tmpl w:val="9F6684D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10E65"/>
    <w:multiLevelType w:val="hybridMultilevel"/>
    <w:tmpl w:val="DAE624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6C4E4E"/>
    <w:multiLevelType w:val="hybridMultilevel"/>
    <w:tmpl w:val="BB4E11F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441252">
    <w:abstractNumId w:val="2"/>
  </w:num>
  <w:num w:numId="2" w16cid:durableId="1381516012">
    <w:abstractNumId w:val="16"/>
  </w:num>
  <w:num w:numId="3" w16cid:durableId="1413162508">
    <w:abstractNumId w:val="17"/>
  </w:num>
  <w:num w:numId="4" w16cid:durableId="329525060">
    <w:abstractNumId w:val="6"/>
  </w:num>
  <w:num w:numId="5" w16cid:durableId="402217809">
    <w:abstractNumId w:val="5"/>
  </w:num>
  <w:num w:numId="6" w16cid:durableId="600989496">
    <w:abstractNumId w:val="10"/>
  </w:num>
  <w:num w:numId="7" w16cid:durableId="86318446">
    <w:abstractNumId w:val="7"/>
  </w:num>
  <w:num w:numId="8" w16cid:durableId="2114204142">
    <w:abstractNumId w:val="13"/>
  </w:num>
  <w:num w:numId="9" w16cid:durableId="1106074340">
    <w:abstractNumId w:val="1"/>
  </w:num>
  <w:num w:numId="10" w16cid:durableId="1572109463">
    <w:abstractNumId w:val="12"/>
  </w:num>
  <w:num w:numId="11" w16cid:durableId="1152798465">
    <w:abstractNumId w:val="3"/>
  </w:num>
  <w:num w:numId="12" w16cid:durableId="618950783">
    <w:abstractNumId w:val="9"/>
  </w:num>
  <w:num w:numId="13" w16cid:durableId="381833938">
    <w:abstractNumId w:val="15"/>
  </w:num>
  <w:num w:numId="14" w16cid:durableId="351030158">
    <w:abstractNumId w:val="4"/>
  </w:num>
  <w:num w:numId="15" w16cid:durableId="542865819">
    <w:abstractNumId w:val="8"/>
  </w:num>
  <w:num w:numId="16" w16cid:durableId="756173251">
    <w:abstractNumId w:val="0"/>
  </w:num>
  <w:num w:numId="17" w16cid:durableId="1686402932">
    <w:abstractNumId w:val="14"/>
  </w:num>
  <w:num w:numId="18" w16cid:durableId="89489607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D11"/>
    <w:rsid w:val="000201DC"/>
    <w:rsid w:val="00020DA4"/>
    <w:rsid w:val="000211D8"/>
    <w:rsid w:val="00022914"/>
    <w:rsid w:val="00022B15"/>
    <w:rsid w:val="000260BD"/>
    <w:rsid w:val="00026A21"/>
    <w:rsid w:val="0002753F"/>
    <w:rsid w:val="0003139A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5960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07B5"/>
    <w:rsid w:val="00072DBF"/>
    <w:rsid w:val="00072E8D"/>
    <w:rsid w:val="00073530"/>
    <w:rsid w:val="00073806"/>
    <w:rsid w:val="00075273"/>
    <w:rsid w:val="000768F7"/>
    <w:rsid w:val="00077FC8"/>
    <w:rsid w:val="00081AB0"/>
    <w:rsid w:val="000825EA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529C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464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1C4D"/>
    <w:rsid w:val="001A345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3BEC"/>
    <w:rsid w:val="001F4793"/>
    <w:rsid w:val="001F552E"/>
    <w:rsid w:val="001F560F"/>
    <w:rsid w:val="001F5616"/>
    <w:rsid w:val="001F5C6D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849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200B"/>
    <w:rsid w:val="002B39E4"/>
    <w:rsid w:val="002B4161"/>
    <w:rsid w:val="002B5EF8"/>
    <w:rsid w:val="002B64B7"/>
    <w:rsid w:val="002B68E8"/>
    <w:rsid w:val="002B79DB"/>
    <w:rsid w:val="002B7E00"/>
    <w:rsid w:val="002C0E6E"/>
    <w:rsid w:val="002C2446"/>
    <w:rsid w:val="002C2931"/>
    <w:rsid w:val="002C40D8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091"/>
    <w:rsid w:val="002D2F05"/>
    <w:rsid w:val="002D3D65"/>
    <w:rsid w:val="002D3FEA"/>
    <w:rsid w:val="002D5725"/>
    <w:rsid w:val="002D645D"/>
    <w:rsid w:val="002D6D50"/>
    <w:rsid w:val="002D7D91"/>
    <w:rsid w:val="002E09FB"/>
    <w:rsid w:val="002E15D9"/>
    <w:rsid w:val="002E16C8"/>
    <w:rsid w:val="002E302D"/>
    <w:rsid w:val="002E3763"/>
    <w:rsid w:val="002E3A6B"/>
    <w:rsid w:val="002E3B22"/>
    <w:rsid w:val="002E43E9"/>
    <w:rsid w:val="002E4B33"/>
    <w:rsid w:val="002E56DE"/>
    <w:rsid w:val="002E572C"/>
    <w:rsid w:val="002E5D6F"/>
    <w:rsid w:val="002E7242"/>
    <w:rsid w:val="002F180A"/>
    <w:rsid w:val="002F1B17"/>
    <w:rsid w:val="002F240E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1B87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5CE6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479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8E7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5FE"/>
    <w:rsid w:val="00472801"/>
    <w:rsid w:val="0047336B"/>
    <w:rsid w:val="0047372A"/>
    <w:rsid w:val="00473D69"/>
    <w:rsid w:val="004748FC"/>
    <w:rsid w:val="00474EBF"/>
    <w:rsid w:val="00475C75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6D1A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4EAC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3A6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4F3E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DB0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5A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988"/>
    <w:rsid w:val="00636D07"/>
    <w:rsid w:val="0063703A"/>
    <w:rsid w:val="00637173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DB9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B35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807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E1F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DFC"/>
    <w:rsid w:val="00770F31"/>
    <w:rsid w:val="00772E21"/>
    <w:rsid w:val="00773ACF"/>
    <w:rsid w:val="00773BE4"/>
    <w:rsid w:val="00773DE2"/>
    <w:rsid w:val="00774354"/>
    <w:rsid w:val="00775F2F"/>
    <w:rsid w:val="00776B28"/>
    <w:rsid w:val="00777134"/>
    <w:rsid w:val="00777196"/>
    <w:rsid w:val="0077722C"/>
    <w:rsid w:val="00777A1D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87EE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0DF5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5CF2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2C8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3579"/>
    <w:rsid w:val="008342CD"/>
    <w:rsid w:val="00835460"/>
    <w:rsid w:val="0083626C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47E2"/>
    <w:rsid w:val="00865FBB"/>
    <w:rsid w:val="00866B31"/>
    <w:rsid w:val="00874EE7"/>
    <w:rsid w:val="0087507D"/>
    <w:rsid w:val="00875973"/>
    <w:rsid w:val="0087702E"/>
    <w:rsid w:val="0087719B"/>
    <w:rsid w:val="0088147E"/>
    <w:rsid w:val="00882101"/>
    <w:rsid w:val="008822E0"/>
    <w:rsid w:val="0088345F"/>
    <w:rsid w:val="008857C5"/>
    <w:rsid w:val="00885FB3"/>
    <w:rsid w:val="0088706A"/>
    <w:rsid w:val="0089016F"/>
    <w:rsid w:val="00891394"/>
    <w:rsid w:val="0089151A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DD8"/>
    <w:rsid w:val="008E2243"/>
    <w:rsid w:val="008E2B4B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654E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0C86"/>
    <w:rsid w:val="00951796"/>
    <w:rsid w:val="00952011"/>
    <w:rsid w:val="00954D2A"/>
    <w:rsid w:val="00955304"/>
    <w:rsid w:val="00955D77"/>
    <w:rsid w:val="00956424"/>
    <w:rsid w:val="009609B8"/>
    <w:rsid w:val="00961F34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3445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2D8"/>
    <w:rsid w:val="00A3777A"/>
    <w:rsid w:val="00A37C06"/>
    <w:rsid w:val="00A40C23"/>
    <w:rsid w:val="00A41E0B"/>
    <w:rsid w:val="00A4210D"/>
    <w:rsid w:val="00A43FA3"/>
    <w:rsid w:val="00A445E3"/>
    <w:rsid w:val="00A44ACE"/>
    <w:rsid w:val="00A44CC6"/>
    <w:rsid w:val="00A45851"/>
    <w:rsid w:val="00A46146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2D58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2A00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4D9"/>
    <w:rsid w:val="00AD755D"/>
    <w:rsid w:val="00AD7F57"/>
    <w:rsid w:val="00AE099B"/>
    <w:rsid w:val="00AE148D"/>
    <w:rsid w:val="00AE1CE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56E6"/>
    <w:rsid w:val="00AF617B"/>
    <w:rsid w:val="00B00170"/>
    <w:rsid w:val="00B01EDA"/>
    <w:rsid w:val="00B020F3"/>
    <w:rsid w:val="00B0293A"/>
    <w:rsid w:val="00B0384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B6"/>
    <w:rsid w:val="00B21C82"/>
    <w:rsid w:val="00B225F1"/>
    <w:rsid w:val="00B22CCE"/>
    <w:rsid w:val="00B23CAE"/>
    <w:rsid w:val="00B25950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993"/>
    <w:rsid w:val="00B44D0D"/>
    <w:rsid w:val="00B45693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367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7A3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4E1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46DC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5E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9AE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099"/>
    <w:rsid w:val="00CD71B4"/>
    <w:rsid w:val="00CD7D8A"/>
    <w:rsid w:val="00CD7EB8"/>
    <w:rsid w:val="00CE01B7"/>
    <w:rsid w:val="00CE0385"/>
    <w:rsid w:val="00CE0A97"/>
    <w:rsid w:val="00CE0C46"/>
    <w:rsid w:val="00CE0DBE"/>
    <w:rsid w:val="00CE2F55"/>
    <w:rsid w:val="00CE301F"/>
    <w:rsid w:val="00CE378D"/>
    <w:rsid w:val="00CE3CD8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52E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265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BC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421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464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122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7EF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1E1"/>
    <w:rsid w:val="00E27C02"/>
    <w:rsid w:val="00E310A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3507"/>
    <w:rsid w:val="00EF5912"/>
    <w:rsid w:val="00EF5F94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B25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0C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1E2F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017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571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A6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5DE5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41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2821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19</cp:revision>
  <cp:lastPrinted>2013-10-18T08:32:00Z</cp:lastPrinted>
  <dcterms:created xsi:type="dcterms:W3CDTF">2023-11-21T23:32:00Z</dcterms:created>
  <dcterms:modified xsi:type="dcterms:W3CDTF">2023-11-27T02:20:00Z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